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8C2CF14-CA07-40EE-B97F-9B5965A7AEFC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