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7A8B525-8FFE-433D-AAF5-5628A7BA0D35}"/>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