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Pr="00601D66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se composent de 3 couches</w:t>
      </w:r>
      <w:r w:rsidR="00444B9B" w:rsidRPr="00601D66">
        <w:rPr>
          <w:lang w:val="fr-BE"/>
        </w:rPr>
        <w:t xml:space="preserve">: 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intérieure en copolymère de polypropylène (PP-C), de couleur blanche</w:t>
      </w:r>
      <w:r w:rsidR="00444B9B" w:rsidRPr="00601D66">
        <w:rPr>
          <w:lang w:val="fr-BE"/>
        </w:rPr>
        <w:t xml:space="preserve">, </w:t>
      </w:r>
    </w:p>
    <w:p w:rsid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 xml:space="preserve">une couche intermédiaire composée d’un mélange de PP et d’une charge minérale, et </w:t>
      </w: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extérieure en PP-C, de couleur noire</w:t>
      </w:r>
      <w:r w:rsidR="00444B9B" w:rsidRPr="00601D66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à emboîter ont une structure uniforme : ils consistent en un mélange de PP et d’une charge minérale. La couleur des raccords à emboîter est noire</w:t>
      </w:r>
      <w:r w:rsidR="008B6BB6" w:rsidRPr="00601D66">
        <w:rPr>
          <w:lang w:val="fr-BE"/>
        </w:rPr>
        <w:t>.</w:t>
      </w:r>
    </w:p>
    <w:p w:rsidR="008B6BB6" w:rsidRPr="00601D6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>Buizen en fittingen zijn uitgerust met een steekmof met dichtingsring in EPDM.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 système d’évacuation des eaux usées avec raccordements à emboîter existe dans les diamètres 40, 50, 75, 90, 110, 125 et 160 mm (diamètre extérieur).</w:t>
      </w: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lastRenderedPageBreak/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1,2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607275" w:rsidRPr="00D06139" w:rsidRDefault="00607275" w:rsidP="006072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607275" w:rsidRPr="00B16421" w:rsidRDefault="00607275" w:rsidP="00607275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8A5169" w:rsidRPr="00607275" w:rsidRDefault="008A5169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8A5169" w:rsidRPr="0060727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7D7" w:rsidRDefault="009677D7">
      <w:r>
        <w:separator/>
      </w:r>
    </w:p>
  </w:endnote>
  <w:endnote w:type="continuationSeparator" w:id="0">
    <w:p w:rsidR="009677D7" w:rsidRDefault="0096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7D7" w:rsidRDefault="009677D7">
      <w:r>
        <w:separator/>
      </w:r>
    </w:p>
  </w:footnote>
  <w:footnote w:type="continuationSeparator" w:id="0">
    <w:p w:rsidR="009677D7" w:rsidRDefault="00967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Silent-PP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0727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D70BF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4F26A7C-EE91-4E32-9047-5380E3ECC067}"/>
</file>

<file path=customXml/itemProps2.xml><?xml version="1.0" encoding="utf-8"?>
<ds:datastoreItem xmlns:ds="http://schemas.openxmlformats.org/officeDocument/2006/customXml" ds:itemID="{6FFF73ED-942B-4910-A38F-DF2A8C0BD6BC}"/>
</file>

<file path=customXml/itemProps3.xml><?xml version="1.0" encoding="utf-8"?>
<ds:datastoreItem xmlns:ds="http://schemas.openxmlformats.org/officeDocument/2006/customXml" ds:itemID="{B54B5ED9-1A0A-4444-80C1-D09EB8D0469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</TotalTime>
  <Pages>2</Pages>
  <Words>295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2020-03-11T14:37:00Z</dcterms:created>
  <dcterms:modified xsi:type="dcterms:W3CDTF">2021-01-13T15:07:00Z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