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939A3A5-4CB4-40C1-BD63-5D464C34C076}"/>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