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74B" w:rsidRDefault="003D274B">
      <w:r>
        <w:separator/>
      </w:r>
    </w:p>
  </w:endnote>
  <w:endnote w:type="continuationSeparator" w:id="0">
    <w:p w:rsidR="003D274B" w:rsidRDefault="003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74B" w:rsidRDefault="003D274B">
      <w:r>
        <w:separator/>
      </w:r>
    </w:p>
  </w:footnote>
  <w:footnote w:type="continuationSeparator" w:id="0">
    <w:p w:rsidR="003D274B" w:rsidRDefault="003D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F54AFB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74B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3E0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4AFB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32FD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244B2A-779A-4813-8988-04DDD193E09C}"/>
</file>

<file path=customXml/itemProps2.xml><?xml version="1.0" encoding="utf-8"?>
<ds:datastoreItem xmlns:ds="http://schemas.openxmlformats.org/officeDocument/2006/customXml" ds:itemID="{E6ADCD9C-423C-407C-8E9E-AFB44220F3B1}"/>
</file>

<file path=customXml/itemProps3.xml><?xml version="1.0" encoding="utf-8"?>
<ds:datastoreItem xmlns:ds="http://schemas.openxmlformats.org/officeDocument/2006/customXml" ds:itemID="{026171D8-F72D-4D8A-8F1A-2713126202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2021-01-25T22:32:00Z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