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E4DDBA-7397-4CAC-9F20-FD6C719ED99E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