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33:2011:</w:t>
      </w:r>
    </w:p>
    <w:p w14:paraId="382246BC" w14:textId="77777777" w:rsidR="0022369B" w:rsidRDefault="003F2B0F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="0022369B" w:rsidRPr="00292A26">
        <w:rPr>
          <w:rFonts w:ascii="Arial" w:hAnsi="Arial"/>
        </w:rPr>
        <w:t xml:space="preserve"> tegen een muur en af te werken met platen</w:t>
      </w:r>
      <w:r w:rsidR="00313017">
        <w:rPr>
          <w:rFonts w:ascii="Arial" w:hAnsi="Arial"/>
        </w:rPr>
        <w:t xml:space="preserve"> (gipsplaten, …)</w:t>
      </w:r>
    </w:p>
    <w:p w14:paraId="16006AC6" w14:textId="77777777" w:rsidR="00291714" w:rsidRPr="0022369B" w:rsidRDefault="003F2B0F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="00291714">
        <w:rPr>
          <w:rFonts w:ascii="Arial" w:hAnsi="Arial"/>
        </w:rPr>
        <w:t xml:space="preserve"> in lichte wanden</w:t>
      </w:r>
      <w:r w:rsidR="006C517E">
        <w:rPr>
          <w:rFonts w:ascii="Arial" w:hAnsi="Arial"/>
        </w:rPr>
        <w:t xml:space="preserve"> (vóorzetwanden of scheidingswanden)</w:t>
      </w:r>
    </w:p>
    <w:p w14:paraId="290CE48E" w14:textId="647986A1" w:rsidR="00095243" w:rsidRPr="007F40EB" w:rsidRDefault="00C152FA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453349">
        <w:rPr>
          <w:rFonts w:ascii="Arial" w:hAnsi="Arial"/>
        </w:rPr>
        <w:t xml:space="preserve">montage-element heeft </w:t>
      </w:r>
      <w:r w:rsidR="00D00704" w:rsidRPr="00A261C9">
        <w:rPr>
          <w:rFonts w:ascii="Arial" w:hAnsi="Arial"/>
        </w:rPr>
        <w:t>meegeleverde</w:t>
      </w:r>
      <w:r w:rsidR="00D00704">
        <w:rPr>
          <w:rFonts w:ascii="Arial" w:hAnsi="Arial"/>
        </w:rPr>
        <w:t xml:space="preserve"> </w:t>
      </w:r>
      <w:r w:rsidR="00095243">
        <w:rPr>
          <w:rFonts w:ascii="Arial" w:hAnsi="Arial"/>
        </w:rPr>
        <w:t xml:space="preserve">muurbevestigingen </w:t>
      </w:r>
      <w:r w:rsidR="007F40EB" w:rsidRPr="00A261C9">
        <w:rPr>
          <w:rFonts w:ascii="Arial" w:hAnsi="Arial"/>
        </w:rPr>
        <w:t>die 360° draaibaar</w:t>
      </w:r>
    </w:p>
    <w:p w14:paraId="5F80AEF0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6C40B38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09EF61FA" w14:textId="77777777" w:rsidR="00B86FCC" w:rsidRDefault="00C152FA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 xml:space="preserve">gecertificeerd door </w:t>
      </w:r>
      <w:r w:rsidR="00A260BD" w:rsidRPr="00712C6D">
        <w:rPr>
          <w:rFonts w:ascii="Arial" w:hAnsi="Arial"/>
        </w:rPr>
        <w:t>Belgaqua</w:t>
      </w:r>
    </w:p>
    <w:p w14:paraId="3F8E663F" w14:textId="38E94587" w:rsidR="00810B4F" w:rsidRPr="000B2641" w:rsidRDefault="00810B4F" w:rsidP="00810B4F">
      <w:pPr>
        <w:pStyle w:val="Bulleted2"/>
        <w:rPr>
          <w:rFonts w:ascii="Arial" w:hAnsi="Arial"/>
        </w:rPr>
      </w:pPr>
      <w:r w:rsidRPr="000B2641">
        <w:rPr>
          <w:rFonts w:ascii="Arial" w:hAnsi="Arial"/>
        </w:rPr>
        <w:t xml:space="preserve">inbouwspoelreservoir: </w:t>
      </w:r>
      <w:r w:rsidR="000B2641">
        <w:rPr>
          <w:rFonts w:ascii="Arial" w:hAnsi="Arial"/>
        </w:rPr>
        <w:br/>
      </w:r>
      <w:r w:rsidRPr="000B2641">
        <w:rPr>
          <w:rFonts w:ascii="Arial" w:hAnsi="Arial"/>
        </w:rPr>
        <w:t xml:space="preserve">zie </w:t>
      </w:r>
      <w:r w:rsidR="000B2641">
        <w:rPr>
          <w:rFonts w:ascii="Arial" w:hAnsi="Arial"/>
        </w:rPr>
        <w:t>GEDETAILLEERDE BESCHRIJVING VAN HET INBOUWSPOELRESERVOIR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1DA7095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3938CC">
        <w:rPr>
          <w:rFonts w:ascii="Arial" w:hAnsi="Arial"/>
        </w:rPr>
        <w:t>, voetsteunplaatjes</w:t>
      </w:r>
      <w:r w:rsidR="00F97930">
        <w:rPr>
          <w:rFonts w:ascii="Arial" w:hAnsi="Arial"/>
        </w:rPr>
        <w:t xml:space="preserve"> en </w:t>
      </w:r>
      <w:r w:rsidR="003938CC">
        <w:rPr>
          <w:rFonts w:ascii="Arial" w:hAnsi="Arial"/>
        </w:rPr>
        <w:t>m</w:t>
      </w:r>
      <w:r w:rsidR="00F97930">
        <w:rPr>
          <w:rFonts w:ascii="Arial" w:hAnsi="Arial"/>
        </w:rPr>
        <w:t>uurbevestigingen zijn verzinkt</w:t>
      </w:r>
    </w:p>
    <w:p w14:paraId="541DBDAC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4025C82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A10D0B">
        <w:rPr>
          <w:rFonts w:ascii="Arial" w:hAnsi="Arial"/>
        </w:rPr>
        <w:t xml:space="preserve"> en afvoerbocht </w:t>
      </w:r>
      <w:r w:rsidR="00A10D0B" w:rsidRPr="000C0EB2">
        <w:rPr>
          <w:rFonts w:ascii="Arial" w:hAnsi="Arial"/>
        </w:rPr>
        <w:t>(ø90</w:t>
      </w:r>
      <w:r w:rsidR="00A10D0B">
        <w:rPr>
          <w:rFonts w:ascii="Arial" w:hAnsi="Arial"/>
        </w:rPr>
        <w:t xml:space="preserve"> mm</w:t>
      </w:r>
      <w:r w:rsidR="00A10D0B" w:rsidRPr="000C0EB2">
        <w:rPr>
          <w:rFonts w:ascii="Arial" w:hAnsi="Arial"/>
        </w:rPr>
        <w:t>)</w:t>
      </w:r>
      <w:r w:rsidR="00A10D0B">
        <w:rPr>
          <w:rFonts w:ascii="Arial" w:hAnsi="Arial"/>
        </w:rPr>
        <w:t xml:space="preserve"> zijn</w:t>
      </w:r>
      <w:r w:rsidR="000C0EB2" w:rsidRPr="000C0EB2">
        <w:rPr>
          <w:rFonts w:ascii="Arial" w:hAnsi="Arial"/>
        </w:rPr>
        <w:t xml:space="preserve"> van PE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194A0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233AB622" w14:textId="429505B8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p w14:paraId="6A0947F2" w14:textId="5C10B1D6" w:rsidR="00DC3141" w:rsidRPr="008972DD" w:rsidRDefault="00D94CBC" w:rsidP="00297424">
      <w:pPr>
        <w:pStyle w:val="Bulleted1"/>
        <w:rPr>
          <w:rFonts w:ascii="Arial" w:hAnsi="Arial"/>
        </w:rPr>
      </w:pPr>
      <w:r w:rsidRPr="008972DD">
        <w:rPr>
          <w:rFonts w:ascii="Arial" w:hAnsi="Arial"/>
        </w:rPr>
        <w:t xml:space="preserve">schroefloze bevestiging van het inbouwspoelreservoir in </w:t>
      </w:r>
      <w:r w:rsidR="008972DD" w:rsidRPr="008972DD">
        <w:rPr>
          <w:rFonts w:ascii="Arial" w:hAnsi="Arial"/>
        </w:rPr>
        <w:t xml:space="preserve">het </w:t>
      </w:r>
      <w:r w:rsidRPr="008972DD">
        <w:rPr>
          <w:rFonts w:ascii="Arial" w:hAnsi="Arial"/>
        </w:rPr>
        <w:t>kader</w:t>
      </w:r>
    </w:p>
    <w:bookmarkEnd w:id="1"/>
    <w:p w14:paraId="1E69EEED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60FFB2E4" w14:textId="3C9DF481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4C7EC8E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36EDBA88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A62E3E8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4ECE2874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55F2B691" w14:textId="76A2164F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7C616F" w:rsidRPr="00476B2A">
        <w:rPr>
          <w:rFonts w:ascii="Arial" w:hAnsi="Arial"/>
        </w:rPr>
        <w:t>akoestische</w:t>
      </w:r>
      <w:r w:rsidR="007C616F">
        <w:rPr>
          <w:rFonts w:ascii="Arial" w:hAnsi="Arial"/>
        </w:rPr>
        <w:t xml:space="preserve"> </w:t>
      </w:r>
      <w:r w:rsidRPr="00292A26">
        <w:rPr>
          <w:rFonts w:ascii="Arial" w:hAnsi="Arial"/>
        </w:rPr>
        <w:t>voering</w:t>
      </w:r>
    </w:p>
    <w:p w14:paraId="5B52BD01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029B186" w14:textId="77777777" w:rsidR="00F30601" w:rsidRPr="00407C12" w:rsidRDefault="00F30601" w:rsidP="00D426C3">
      <w:pPr>
        <w:pStyle w:val="Bulleted1"/>
        <w:rPr>
          <w:rFonts w:ascii="Arial" w:hAnsi="Arial"/>
        </w:rPr>
      </w:pPr>
      <w:r w:rsidRPr="00407C12">
        <w:rPr>
          <w:rFonts w:ascii="Arial" w:hAnsi="Arial"/>
        </w:rPr>
        <w:t xml:space="preserve">de spoelbocht </w:t>
      </w:r>
      <w:r w:rsidRPr="00407C12">
        <w:rPr>
          <w:rFonts w:ascii="Arial" w:hAnsi="Arial"/>
          <w:lang w:val="nl-BE"/>
        </w:rPr>
        <w:t xml:space="preserve">(ø56 </w:t>
      </w:r>
      <w:r w:rsidR="00BB0FFD" w:rsidRPr="00407C12">
        <w:rPr>
          <w:rFonts w:ascii="Arial" w:hAnsi="Arial"/>
          <w:lang w:val="nl-BE"/>
        </w:rPr>
        <w:t xml:space="preserve">mm </w:t>
      </w:r>
      <w:r w:rsidRPr="00407C12">
        <w:rPr>
          <w:rFonts w:ascii="Arial" w:hAnsi="Arial"/>
          <w:lang w:val="nl-BE"/>
        </w:rPr>
        <w:t>x ø45</w:t>
      </w:r>
      <w:r w:rsidR="00BB0FFD" w:rsidRPr="00407C12">
        <w:rPr>
          <w:rFonts w:ascii="Arial" w:hAnsi="Arial"/>
          <w:lang w:val="nl-BE"/>
        </w:rPr>
        <w:t xml:space="preserve"> mm</w:t>
      </w:r>
      <w:r w:rsidRPr="00407C12">
        <w:rPr>
          <w:rFonts w:ascii="Arial" w:hAnsi="Arial"/>
          <w:lang w:val="nl-BE"/>
        </w:rPr>
        <w:t>) van PE is verbonden met een spiegellas met het inbouwspoelreservoir van PE</w:t>
      </w:r>
    </w:p>
    <w:p w14:paraId="2A8C1335" w14:textId="77777777" w:rsidR="00F30601" w:rsidRPr="00407C12" w:rsidRDefault="00F30601" w:rsidP="00D426C3">
      <w:pPr>
        <w:pStyle w:val="Bulleted1"/>
        <w:rPr>
          <w:rFonts w:ascii="Arial" w:hAnsi="Arial"/>
        </w:rPr>
      </w:pPr>
      <w:r w:rsidRPr="00407C12">
        <w:rPr>
          <w:rFonts w:ascii="Arial" w:hAnsi="Arial"/>
          <w:lang w:val="nl-BE"/>
        </w:rPr>
        <w:t xml:space="preserve">de spoelbocht heeft een lipje dat in </w:t>
      </w:r>
      <w:r w:rsidR="00BB0FFD" w:rsidRPr="00407C12">
        <w:rPr>
          <w:rFonts w:ascii="Arial" w:hAnsi="Arial"/>
          <w:lang w:val="nl-BE"/>
        </w:rPr>
        <w:t>e</w:t>
      </w:r>
      <w:r w:rsidRPr="00407C12">
        <w:rPr>
          <w:rFonts w:ascii="Arial" w:hAnsi="Arial"/>
          <w:lang w:val="nl-BE"/>
        </w:rPr>
        <w:t>e</w:t>
      </w:r>
      <w:r w:rsidR="00BB0FFD" w:rsidRPr="00407C12">
        <w:rPr>
          <w:rFonts w:ascii="Arial" w:hAnsi="Arial"/>
          <w:lang w:val="nl-BE"/>
        </w:rPr>
        <w:t>n</w:t>
      </w:r>
      <w:r w:rsidRPr="00407C12">
        <w:rPr>
          <w:rFonts w:ascii="Arial" w:hAnsi="Arial"/>
          <w:lang w:val="nl-BE"/>
        </w:rPr>
        <w:t xml:space="preserve"> gleuf van de kader van het montage-element </w:t>
      </w:r>
      <w:r w:rsidR="00BB0FFD" w:rsidRPr="00407C12">
        <w:rPr>
          <w:rFonts w:ascii="Arial" w:hAnsi="Arial"/>
          <w:lang w:val="nl-BE"/>
        </w:rPr>
        <w:t>zit om als bevestigingssteun te fungeren</w:t>
      </w:r>
    </w:p>
    <w:p w14:paraId="5AC9B490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720F020" w14:textId="5612BB24" w:rsidR="00A17409" w:rsidRPr="00407C12" w:rsidRDefault="009D6C73" w:rsidP="00A17409">
      <w:pPr>
        <w:pStyle w:val="Bulleted1"/>
        <w:rPr>
          <w:rFonts w:ascii="Arial" w:hAnsi="Arial"/>
        </w:rPr>
      </w:pPr>
      <w:r w:rsidRPr="00407C12">
        <w:rPr>
          <w:rFonts w:ascii="Arial" w:hAnsi="Arial"/>
        </w:rPr>
        <w:t xml:space="preserve">de </w:t>
      </w:r>
      <w:proofErr w:type="spellStart"/>
      <w:r w:rsidR="00A17409" w:rsidRPr="00407C12">
        <w:rPr>
          <w:rFonts w:ascii="Arial" w:hAnsi="Arial"/>
        </w:rPr>
        <w:t>muurbevestigingsset</w:t>
      </w:r>
      <w:proofErr w:type="spellEnd"/>
      <w:r w:rsidR="00A17409" w:rsidRPr="00407C12">
        <w:rPr>
          <w:rFonts w:ascii="Arial" w:hAnsi="Arial"/>
        </w:rPr>
        <w:t xml:space="preserve"> voor de bevestiging van het element tegen de muur, uitgerust met 2 metalen muurankers met </w:t>
      </w:r>
      <w:r w:rsidR="001D208A" w:rsidRPr="00407C12">
        <w:rPr>
          <w:rFonts w:ascii="Arial" w:hAnsi="Arial"/>
        </w:rPr>
        <w:t xml:space="preserve">langs voren </w:t>
      </w:r>
      <w:r w:rsidR="00A17409" w:rsidRPr="00407C12">
        <w:rPr>
          <w:rFonts w:ascii="Arial" w:hAnsi="Arial"/>
        </w:rPr>
        <w:t>traploos, in de diepte instelbare, stelschroeven</w:t>
      </w:r>
      <w:r w:rsidR="001D208A" w:rsidRPr="00407C12">
        <w:rPr>
          <w:rFonts w:ascii="Arial" w:hAnsi="Arial"/>
        </w:rPr>
        <w:t xml:space="preserve"> (M10)</w:t>
      </w:r>
      <w:r w:rsidR="00A17409" w:rsidRPr="00407C12">
        <w:rPr>
          <w:rFonts w:ascii="Arial" w:hAnsi="Arial"/>
        </w:rPr>
        <w:t xml:space="preserve"> voor het instellen van de vóórwanddiepte</w:t>
      </w:r>
    </w:p>
    <w:p w14:paraId="15A8C01D" w14:textId="77777777" w:rsidR="000B1F6F" w:rsidRPr="00712C6D" w:rsidRDefault="000B1F6F" w:rsidP="00A17409">
      <w:pPr>
        <w:pStyle w:val="Bulleted1"/>
        <w:rPr>
          <w:rFonts w:ascii="Arial" w:hAnsi="Arial"/>
        </w:rPr>
      </w:pPr>
      <w:r w:rsidRPr="00712C6D">
        <w:rPr>
          <w:rFonts w:ascii="Arial" w:hAnsi="Arial"/>
        </w:rPr>
        <w:t xml:space="preserve">de metalen muurankers van de </w:t>
      </w:r>
      <w:proofErr w:type="spellStart"/>
      <w:r w:rsidRPr="00712C6D">
        <w:rPr>
          <w:rFonts w:ascii="Arial" w:hAnsi="Arial"/>
        </w:rPr>
        <w:t>bevestigingsset</w:t>
      </w:r>
      <w:proofErr w:type="spellEnd"/>
      <w:r w:rsidRPr="00712C6D">
        <w:rPr>
          <w:rFonts w:ascii="Arial" w:hAnsi="Arial"/>
        </w:rPr>
        <w:t xml:space="preserve"> zijn 360° draaibaar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38642D7" w14:textId="188CF9F2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35D724E" w14:textId="477AD4CE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42BE53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D8B28D4" w14:textId="1CA49C27" w:rsidR="000B2641" w:rsidRP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79655E0C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46ADBDF" w14:textId="77777777" w:rsidR="000B2641" w:rsidRPr="000B2641" w:rsidRDefault="000B2641" w:rsidP="000B2641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3281B8BA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359892AF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940189E" w14:textId="77777777" w:rsidR="000B2641" w:rsidRPr="00374722" w:rsidRDefault="000B2641" w:rsidP="000B2641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6AFD4574" w14:textId="77777777" w:rsidR="000B2641" w:rsidRPr="00B64DD5" w:rsidRDefault="000B2641" w:rsidP="000B264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15E6E1A" w14:textId="77777777" w:rsidR="000B2641" w:rsidRPr="00981C24" w:rsidRDefault="000B2641" w:rsidP="000B264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2BCA275" w14:textId="0F35E5FA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="00902C68">
        <w:rPr>
          <w:rFonts w:ascii="Arial" w:hAnsi="Arial"/>
        </w:rPr>
        <w:t>et inbouwspoelreservoir met spoelbocht is van PE en wit van kleur (niet gekleurd)</w:t>
      </w:r>
    </w:p>
    <w:p w14:paraId="02BFA095" w14:textId="05008382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 w:rsidRPr="00DC41B0">
        <w:rPr>
          <w:rFonts w:ascii="Arial" w:hAnsi="Arial"/>
        </w:rPr>
        <w:t>e ruwbouw</w:t>
      </w:r>
      <w:r w:rsidR="00902C68">
        <w:rPr>
          <w:rFonts w:ascii="Arial" w:hAnsi="Arial"/>
        </w:rPr>
        <w:t>bescherming</w:t>
      </w:r>
      <w:r w:rsidR="00902C68" w:rsidRPr="00DC41B0">
        <w:rPr>
          <w:rFonts w:ascii="Arial" w:hAnsi="Arial"/>
        </w:rPr>
        <w:t xml:space="preserve"> is van kunststof SB</w:t>
      </w:r>
    </w:p>
    <w:p w14:paraId="2F890F33" w14:textId="38FFCB28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 xml:space="preserve">e klokdichting is </w:t>
      </w:r>
      <w:r w:rsidR="00183152">
        <w:rPr>
          <w:rFonts w:ascii="Arial" w:hAnsi="Arial"/>
        </w:rPr>
        <w:t xml:space="preserve">vervaardigd </w:t>
      </w:r>
      <w:r w:rsidR="00902C68">
        <w:rPr>
          <w:rFonts w:ascii="Arial" w:hAnsi="Arial"/>
        </w:rPr>
        <w:t>van silicone</w:t>
      </w:r>
      <w:r w:rsidR="00D5660C">
        <w:rPr>
          <w:rFonts w:ascii="Arial" w:hAnsi="Arial"/>
        </w:rPr>
        <w:t>n</w:t>
      </w:r>
      <w:r w:rsidR="00183152">
        <w:rPr>
          <w:rFonts w:ascii="Arial" w:hAnsi="Arial"/>
        </w:rPr>
        <w:t>rubber</w:t>
      </w:r>
    </w:p>
    <w:p w14:paraId="767051AA" w14:textId="5F439B8B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>e blauwe delen van de klok zijn van ASA, de witte delen van ABS</w:t>
      </w:r>
    </w:p>
    <w:p w14:paraId="72E6756F" w14:textId="522ECC95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>e klokhouder is van SB, de bevestigingsstang van de klokhouder van ABS</w:t>
      </w:r>
    </w:p>
    <w:p w14:paraId="493583EF" w14:textId="77777777" w:rsidR="000B2641" w:rsidRPr="00981C24" w:rsidRDefault="000B2641" w:rsidP="000B26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2513432A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6F0465D7" w14:textId="77777777" w:rsidR="000B2641" w:rsidRPr="00FB5AEC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16C3E32B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73EE980C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234C03BD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36383B68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264BE524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8A2602F" w14:textId="77777777" w:rsidR="000B2641" w:rsidRPr="00AA32BA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850B734" w14:textId="77777777" w:rsidR="000B2641" w:rsidRPr="00D23943" w:rsidRDefault="000B2641" w:rsidP="000B2641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6B910E58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36E0389C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52E88F37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ECB02F4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0D3D198B" w14:textId="41A9B302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mogelijkheid om aan te sluiten aan de watertoevoer zonder gereedschap, met een </w:t>
      </w:r>
      <w:r w:rsidR="00533416">
        <w:rPr>
          <w:rFonts w:ascii="Arial" w:hAnsi="Arial"/>
        </w:rPr>
        <w:t xml:space="preserve">verbindingsstuk met </w:t>
      </w:r>
      <w:r>
        <w:rPr>
          <w:rFonts w:ascii="Arial" w:hAnsi="Arial"/>
        </w:rPr>
        <w:t>dichting in plaats van hennep</w:t>
      </w:r>
    </w:p>
    <w:p w14:paraId="7C09A73C" w14:textId="77777777" w:rsidR="000B2641" w:rsidRPr="007704EC" w:rsidRDefault="000B2641" w:rsidP="000B2641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19619C6A" w14:textId="77777777" w:rsidR="000B2641" w:rsidRPr="005A7699" w:rsidRDefault="000B2641" w:rsidP="000B2641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50BA4C79" w14:textId="77777777" w:rsidR="000B2641" w:rsidRPr="00475F84" w:rsidRDefault="000B2641" w:rsidP="000B2641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1614A01E" w14:textId="77777777" w:rsidR="000B2641" w:rsidRPr="00C724C8" w:rsidRDefault="000B2641" w:rsidP="000B2641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04F506D" w14:textId="77777777" w:rsidR="000B2641" w:rsidRPr="00C724C8" w:rsidRDefault="000B2641" w:rsidP="000B2641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6DCD41E8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6665917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F74B247" w14:textId="77777777" w:rsidR="000B2641" w:rsidRPr="00821A1F" w:rsidRDefault="000B2641" w:rsidP="000B2641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AE82F6D" w14:textId="77777777" w:rsidR="000B2641" w:rsidRDefault="000B2641" w:rsidP="000B264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8703613" w14:textId="77777777" w:rsidR="000B2641" w:rsidRPr="005D2504" w:rsidRDefault="000B2641" w:rsidP="000B2641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3D749B3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6665655" w14:textId="3129C390" w:rsidR="000B2641" w:rsidRDefault="000B2641" w:rsidP="000B2641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  <w:r>
        <w:br/>
      </w:r>
      <w:r w:rsidR="00183152">
        <w:rPr>
          <w:rFonts w:ascii="Arial" w:hAnsi="Arial"/>
        </w:rPr>
        <w:br/>
      </w:r>
      <w:r w:rsidR="00183152">
        <w:rPr>
          <w:rFonts w:ascii="Arial" w:hAnsi="Arial"/>
        </w:rPr>
        <w:br/>
      </w:r>
    </w:p>
    <w:p w14:paraId="2F0ACC41" w14:textId="77777777" w:rsidR="000B2641" w:rsidRPr="00981C24" w:rsidRDefault="000B2641" w:rsidP="000B26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0B2641" w:rsidRPr="002F1F73" w14:paraId="3F8D1430" w14:textId="77777777" w:rsidTr="00F72F3B">
        <w:tc>
          <w:tcPr>
            <w:tcW w:w="1163" w:type="dxa"/>
          </w:tcPr>
          <w:p w14:paraId="4C4A9721" w14:textId="77777777" w:rsidR="000B2641" w:rsidRPr="002F1F73" w:rsidRDefault="000B2641" w:rsidP="00F72F3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6494ABB2" w14:textId="77777777" w:rsidR="000B2641" w:rsidRPr="002F1F73" w:rsidRDefault="000B2641" w:rsidP="00F72F3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68BBC48" w14:textId="77777777" w:rsidR="000B2641" w:rsidRPr="002F1F73" w:rsidRDefault="000B2641" w:rsidP="00F72F3B"/>
        </w:tc>
        <w:tc>
          <w:tcPr>
            <w:tcW w:w="142" w:type="dxa"/>
          </w:tcPr>
          <w:p w14:paraId="29C2F039" w14:textId="77777777" w:rsidR="000B2641" w:rsidRPr="002F1F73" w:rsidRDefault="000B2641" w:rsidP="00F72F3B"/>
        </w:tc>
        <w:tc>
          <w:tcPr>
            <w:tcW w:w="142" w:type="dxa"/>
          </w:tcPr>
          <w:p w14:paraId="36867AEC" w14:textId="77777777" w:rsidR="000B2641" w:rsidRPr="002F1F73" w:rsidRDefault="000B2641" w:rsidP="00F72F3B"/>
        </w:tc>
        <w:tc>
          <w:tcPr>
            <w:tcW w:w="5300" w:type="dxa"/>
          </w:tcPr>
          <w:p w14:paraId="60267CC2" w14:textId="77777777" w:rsidR="000B2641" w:rsidRPr="002F1F73" w:rsidRDefault="000B2641" w:rsidP="00F72F3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0B2641" w:rsidRPr="00346C8E" w14:paraId="33AF3C56" w14:textId="77777777" w:rsidTr="00F72F3B">
        <w:tc>
          <w:tcPr>
            <w:tcW w:w="1163" w:type="dxa"/>
          </w:tcPr>
          <w:p w14:paraId="224C5CFE" w14:textId="77777777" w:rsidR="000B2641" w:rsidRPr="00346C8E" w:rsidRDefault="000B2641" w:rsidP="00F72F3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69830CC" w14:textId="77777777" w:rsidR="000B2641" w:rsidRPr="00346C8E" w:rsidRDefault="000B2641" w:rsidP="00F72F3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7794E89C" w14:textId="77777777" w:rsidR="000B2641" w:rsidRPr="00346C8E" w:rsidRDefault="000B2641" w:rsidP="00F72F3B"/>
        </w:tc>
        <w:tc>
          <w:tcPr>
            <w:tcW w:w="142" w:type="dxa"/>
          </w:tcPr>
          <w:p w14:paraId="26AC9518" w14:textId="77777777" w:rsidR="000B2641" w:rsidRPr="00346C8E" w:rsidRDefault="000B2641" w:rsidP="00F72F3B"/>
        </w:tc>
        <w:tc>
          <w:tcPr>
            <w:tcW w:w="142" w:type="dxa"/>
          </w:tcPr>
          <w:p w14:paraId="45E08D44" w14:textId="77777777" w:rsidR="000B2641" w:rsidRPr="00346C8E" w:rsidRDefault="000B2641" w:rsidP="00F72F3B"/>
        </w:tc>
        <w:tc>
          <w:tcPr>
            <w:tcW w:w="5300" w:type="dxa"/>
          </w:tcPr>
          <w:p w14:paraId="5298317C" w14:textId="77777777" w:rsidR="000B2641" w:rsidRPr="00346C8E" w:rsidRDefault="000B2641" w:rsidP="00F72F3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0B2641" w:rsidRPr="00292A26" w14:paraId="4041D20C" w14:textId="77777777" w:rsidTr="00F72F3B">
        <w:tc>
          <w:tcPr>
            <w:tcW w:w="1163" w:type="dxa"/>
          </w:tcPr>
          <w:p w14:paraId="64AA845C" w14:textId="77777777" w:rsidR="000B2641" w:rsidRPr="00735DE7" w:rsidRDefault="000B2641" w:rsidP="00F72F3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CA4A472" w14:textId="77777777" w:rsidR="000B2641" w:rsidRPr="00735DE7" w:rsidRDefault="000B2641" w:rsidP="00F72F3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5345A040" w14:textId="77777777" w:rsidR="000B2641" w:rsidRPr="00735DE7" w:rsidRDefault="000B2641" w:rsidP="00F72F3B"/>
        </w:tc>
        <w:tc>
          <w:tcPr>
            <w:tcW w:w="142" w:type="dxa"/>
          </w:tcPr>
          <w:p w14:paraId="31219463" w14:textId="77777777" w:rsidR="000B2641" w:rsidRPr="00735DE7" w:rsidRDefault="000B2641" w:rsidP="00F72F3B"/>
        </w:tc>
        <w:tc>
          <w:tcPr>
            <w:tcW w:w="142" w:type="dxa"/>
          </w:tcPr>
          <w:p w14:paraId="70466B56" w14:textId="77777777" w:rsidR="000B2641" w:rsidRPr="00735DE7" w:rsidRDefault="000B2641" w:rsidP="00F72F3B"/>
        </w:tc>
        <w:tc>
          <w:tcPr>
            <w:tcW w:w="5300" w:type="dxa"/>
          </w:tcPr>
          <w:p w14:paraId="5890A61F" w14:textId="77777777" w:rsidR="000B2641" w:rsidRPr="00292A26" w:rsidRDefault="000B2641" w:rsidP="00F72F3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3F4DBD7B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DB86364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77777777" w:rsidR="000C0EB2" w:rsidRPr="00A75548" w:rsidRDefault="0046685E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3452AAA" wp14:editId="508B82DE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77777777" w:rsidR="000C0EB2" w:rsidRPr="00A75548" w:rsidRDefault="0046685E" w:rsidP="004668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A5F7417" wp14:editId="5AF5445C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7777777" w:rsidR="000C0EB2" w:rsidRPr="00A75548" w:rsidRDefault="0046685E" w:rsidP="00592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E4C6B7F" wp14:editId="24C49418">
                  <wp:extent cx="1985010" cy="1985010"/>
                  <wp:effectExtent l="0" t="0" r="0" b="0"/>
                  <wp:docPr id="7" name="Picture 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ystemfix_drawing_side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H = 112 cm (hoogte)</w:t>
      </w:r>
    </w:p>
    <w:p w14:paraId="29791275" w14:textId="77777777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T = 12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07796E" w:rsidRPr="00B64DD5">
      <w:rPr>
        <w:rFonts w:ascii="Arial" w:hAnsi="Arial"/>
        <w:b/>
      </w:rPr>
      <w:t>S</w:t>
    </w:r>
    <w:r w:rsidRPr="00B64DD5">
      <w:rPr>
        <w:rFonts w:ascii="Arial" w:hAnsi="Arial"/>
        <w:b/>
      </w:rPr>
      <w:t>ystemfix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111.305.00.5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F8845AF-BCD1-4EA0-AB09-71BE388F18ED}"/>
</file>

<file path=customXml/itemProps2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074FE8-3411-4324-95FC-BC2BF415924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4</Pages>
  <Words>1009</Words>
  <Characters>5550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2023-11-27T12:15:00Z</dcterms:created>
  <dcterms:modified xsi:type="dcterms:W3CDTF">2023-12-01T15:39:00Z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